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97101B" w:rsidP="002D3375" w:rsidRDefault="0097101B" w14:paraId="46B867D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97101B" w:rsidP="009C54AE" w:rsidRDefault="0097101B" w14:paraId="2B73A54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97101B" w:rsidP="285E4E3B" w:rsidRDefault="0097101B" w14:paraId="0E9955CA" w14:textId="0AC48399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85E4E3B" w:rsidR="0097101B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285E4E3B" w:rsidR="0097101B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85E4E3B" w:rsidR="1F7AA1CD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85E4E3B" w:rsidR="0097101B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285E4E3B" w:rsidR="79EE5BED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</w:p>
    <w:p w:rsidR="0097101B" w:rsidP="00EA4832" w:rsidRDefault="0097101B" w14:paraId="2B7CDF8E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97101B" w:rsidP="00843330" w:rsidRDefault="0097101B" w14:paraId="709914C3" w14:textId="4D5E503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7101B">
        <w:rPr>
          <w:rFonts w:ascii="Corbel" w:hAnsi="Corbel"/>
          <w:sz w:val="20"/>
          <w:szCs w:val="20"/>
        </w:rPr>
        <w:t xml:space="preserve">Rok akademicki </w:t>
      </w:r>
      <w:r w:rsidR="00815738">
        <w:rPr>
          <w:rFonts w:ascii="Corbel" w:hAnsi="Corbel"/>
          <w:sz w:val="20"/>
          <w:szCs w:val="20"/>
        </w:rPr>
        <w:t>202</w:t>
      </w:r>
      <w:r w:rsidR="72B4DC7E">
        <w:rPr>
          <w:rFonts w:ascii="Corbel" w:hAnsi="Corbel"/>
          <w:sz w:val="20"/>
          <w:szCs w:val="20"/>
        </w:rPr>
        <w:t>2</w:t>
      </w:r>
      <w:r w:rsidR="0097101B">
        <w:rPr>
          <w:rFonts w:ascii="Corbel" w:hAnsi="Corbel"/>
          <w:sz w:val="20"/>
          <w:szCs w:val="20"/>
        </w:rPr>
        <w:t>/202</w:t>
      </w:r>
      <w:r w:rsidR="597B67F6">
        <w:rPr>
          <w:rFonts w:ascii="Corbel" w:hAnsi="Corbel"/>
          <w:sz w:val="20"/>
          <w:szCs w:val="20"/>
        </w:rPr>
        <w:t>3</w:t>
      </w:r>
      <w:bookmarkStart w:name="_GoBack" w:id="0"/>
      <w:bookmarkEnd w:id="0"/>
    </w:p>
    <w:p w:rsidRPr="009C54AE" w:rsidR="0097101B" w:rsidP="009C54AE" w:rsidRDefault="0097101B" w14:paraId="3BBE764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97101B" w:rsidP="009C54AE" w:rsidRDefault="0097101B" w14:paraId="14CD2C6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Pr="009C54AE" w:rsidR="0097101B" w:rsidTr="4D5A5E52" w14:paraId="68C86AAB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1E2C7F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2C197C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kulturowe</w:t>
            </w:r>
          </w:p>
        </w:tc>
      </w:tr>
      <w:tr w:rsidRPr="009C54AE" w:rsidR="0097101B" w:rsidTr="4D5A5E52" w14:paraId="6938C962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6BB11D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04D7E35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BW47</w:t>
            </w:r>
          </w:p>
        </w:tc>
      </w:tr>
      <w:tr w:rsidRPr="009C54AE" w:rsidR="0097101B" w:rsidTr="4D5A5E52" w14:paraId="25CC8746" w14:textId="77777777">
        <w:tc>
          <w:tcPr>
            <w:tcW w:w="2694" w:type="dxa"/>
            <w:tcMar/>
            <w:vAlign w:val="center"/>
          </w:tcPr>
          <w:p w:rsidRPr="00F01753" w:rsidR="0097101B" w:rsidP="00EA4832" w:rsidRDefault="0097101B" w14:paraId="4292937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504E55" w14:paraId="0C2FEE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97101B" w:rsidTr="4D5A5E52" w14:paraId="1436525A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326E49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B722F6" w14:paraId="4C026DAD" w14:textId="46FB13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97101B" w:rsidTr="4D5A5E52" w14:paraId="08FED5F4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03020B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0084FD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97101B" w:rsidTr="4D5A5E52" w14:paraId="6AB74C9D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336294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67EF84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97101B" w:rsidTr="4D5A5E52" w14:paraId="4D1F3775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150324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348E2B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97101B" w:rsidTr="4D5A5E52" w14:paraId="7465835A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419F56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18BBB6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97101B" w:rsidTr="4D5A5E52" w14:paraId="12520B4F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756D0B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4D5A5E52" w:rsidRDefault="0097101B" w14:paraId="734DFF8F" w14:textId="0C0AB1B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D5A5E52" w:rsidR="1FF67BD7">
              <w:rPr>
                <w:rFonts w:ascii="Corbel" w:hAnsi="Corbel"/>
                <w:b w:val="0"/>
                <w:bCs w:val="0"/>
                <w:sz w:val="24"/>
                <w:szCs w:val="24"/>
              </w:rPr>
              <w:t>Rok III/semestr V</w:t>
            </w:r>
          </w:p>
        </w:tc>
      </w:tr>
      <w:tr w:rsidRPr="009C54AE" w:rsidR="0097101B" w:rsidTr="4D5A5E52" w14:paraId="33590370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7088A1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44956B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7101B" w:rsidTr="4D5A5E52" w14:paraId="691D1BFC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78E5B1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1EE8EE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97101B" w:rsidTr="4D5A5E52" w14:paraId="51FDC5A3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1CC78E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2EB788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  <w:tr w:rsidRPr="009C54AE" w:rsidR="0097101B" w:rsidTr="4D5A5E52" w14:paraId="026B70E8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0F93DE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36C018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:rsidRPr="009C54AE" w:rsidR="0097101B" w:rsidP="00903E48" w:rsidRDefault="0097101B" w14:paraId="4C3A5063" w14:textId="0E70C96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7101B" w:rsidP="009C54AE" w:rsidRDefault="0097101B" w14:paraId="742AC74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97101B" w:rsidP="009C54AE" w:rsidRDefault="0097101B" w14:paraId="282C869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97101B" w:rsidTr="00903E48" w14:paraId="4880E9EC" w14:textId="77777777">
        <w:tc>
          <w:tcPr>
            <w:tcW w:w="1049" w:type="dxa"/>
          </w:tcPr>
          <w:p w:rsidRPr="00F01753" w:rsidR="0097101B" w:rsidP="009C54AE" w:rsidRDefault="0097101B" w14:paraId="4F3398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F01753" w:rsidR="0097101B" w:rsidP="009C54AE" w:rsidRDefault="0097101B" w14:paraId="097AFE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Pr="00F01753" w:rsidR="0097101B" w:rsidP="009C54AE" w:rsidRDefault="0097101B" w14:paraId="4E87BC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:rsidRPr="00F01753" w:rsidR="0097101B" w:rsidP="009C54AE" w:rsidRDefault="0097101B" w14:paraId="485991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F01753" w:rsidR="0097101B" w:rsidP="009C54AE" w:rsidRDefault="0097101B" w14:paraId="2F39E1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Pr="00F01753" w:rsidR="0097101B" w:rsidP="009C54AE" w:rsidRDefault="0097101B" w14:paraId="5A8E8D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Pr="00F01753" w:rsidR="0097101B" w:rsidP="009C54AE" w:rsidRDefault="0097101B" w14:paraId="29D479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:rsidRPr="00F01753" w:rsidR="0097101B" w:rsidP="009C54AE" w:rsidRDefault="0097101B" w14:paraId="573585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Pr="00F01753" w:rsidR="0097101B" w:rsidP="009C54AE" w:rsidRDefault="0097101B" w14:paraId="3B5510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:rsidRPr="00F01753" w:rsidR="0097101B" w:rsidP="009C54AE" w:rsidRDefault="0097101B" w14:paraId="496852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Pr="00F01753" w:rsidR="0097101B" w:rsidP="009C54AE" w:rsidRDefault="0097101B" w14:paraId="423D66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01753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Pr="009C54AE" w:rsidR="0097101B" w:rsidTr="00903E48" w14:paraId="32377834" w14:textId="77777777">
        <w:trPr>
          <w:trHeight w:val="453"/>
        </w:trPr>
        <w:tc>
          <w:tcPr>
            <w:tcW w:w="1049" w:type="dxa"/>
          </w:tcPr>
          <w:p w:rsidRPr="009C54AE" w:rsidR="0097101B" w:rsidP="009C54AE" w:rsidRDefault="0097101B" w14:paraId="149ADD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vAlign w:val="center"/>
          </w:tcPr>
          <w:p w:rsidRPr="009C54AE" w:rsidR="0097101B" w:rsidP="009C54AE" w:rsidRDefault="0097101B" w14:paraId="142F43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Pr="009C54AE" w:rsidR="0097101B" w:rsidP="009C54AE" w:rsidRDefault="0097101B" w14:paraId="743E39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97101B" w:rsidP="009C54AE" w:rsidRDefault="0097101B" w14:paraId="124324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:rsidRPr="009C54AE" w:rsidR="0097101B" w:rsidP="009C54AE" w:rsidRDefault="0097101B" w14:paraId="34EBA0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Pr="009C54AE" w:rsidR="0097101B" w:rsidP="009C54AE" w:rsidRDefault="0097101B" w14:paraId="4E6B3F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Pr="009C54AE" w:rsidR="0097101B" w:rsidP="009C54AE" w:rsidRDefault="0097101B" w14:paraId="038204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Pr="009C54AE" w:rsidR="0097101B" w:rsidP="009C54AE" w:rsidRDefault="0097101B" w14:paraId="2DF1BD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Pr="009C54AE" w:rsidR="0097101B" w:rsidP="009C54AE" w:rsidRDefault="0097101B" w14:paraId="2E014A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Pr="009C54AE" w:rsidR="0097101B" w:rsidP="009C54AE" w:rsidRDefault="0097101B" w14:paraId="0291E6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7101B" w:rsidP="00903E48" w:rsidRDefault="0097101B" w14:paraId="214F266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7101B" w:rsidP="00F83B28" w:rsidRDefault="0097101B" w14:paraId="7480076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97101B" w:rsidP="00F83B28" w:rsidRDefault="0097101B" w14:paraId="6EA965D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97101B" w:rsidP="00F83B28" w:rsidRDefault="0097101B" w14:paraId="73B4DE8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97101B" w:rsidP="009C54AE" w:rsidRDefault="0097101B" w14:paraId="7CC960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03E48" w:rsidR="0097101B" w:rsidP="00903E48" w:rsidRDefault="0097101B" w14:paraId="0274AEC9" w14:textId="17EB0F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BD7FCE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7101B" w:rsidP="009C54AE" w:rsidRDefault="0097101B" w14:paraId="516206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97101B" w:rsidP="009C54AE" w:rsidRDefault="0097101B" w14:paraId="388DE61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97101B" w:rsidTr="00745302" w14:paraId="1DDD90A4" w14:textId="77777777">
        <w:tc>
          <w:tcPr>
            <w:tcW w:w="9670" w:type="dxa"/>
          </w:tcPr>
          <w:p w:rsidRPr="009C54AE" w:rsidR="0097101B" w:rsidP="009C54AE" w:rsidRDefault="0097101B" w14:paraId="36C06C3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bezpieczeństwa państwa i socjologii kultury</w:t>
            </w:r>
          </w:p>
          <w:p w:rsidRPr="009C54AE" w:rsidR="0097101B" w:rsidP="009C54AE" w:rsidRDefault="0097101B" w14:paraId="0F03BFB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7101B" w:rsidP="009C54AE" w:rsidRDefault="0097101B" w14:paraId="5802A4E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97101B" w:rsidP="009C54AE" w:rsidRDefault="0097101B" w14:paraId="787D8DD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97101B" w:rsidP="009C54AE" w:rsidRDefault="0097101B" w14:paraId="03B702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97101B" w:rsidP="009C54AE" w:rsidRDefault="0097101B" w14:paraId="1EED148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97101B" w:rsidP="009C54AE" w:rsidRDefault="0097101B" w14:paraId="0839A62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Pr="009C54AE" w:rsidR="0097101B" w:rsidTr="00923D7D" w14:paraId="6F598910" w14:textId="77777777">
        <w:tc>
          <w:tcPr>
            <w:tcW w:w="851" w:type="dxa"/>
            <w:vAlign w:val="center"/>
          </w:tcPr>
          <w:p w:rsidRPr="00F01753" w:rsidR="0097101B" w:rsidP="009C54AE" w:rsidRDefault="0097101B" w14:paraId="26A742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175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Pr="00F01753" w:rsidR="0097101B" w:rsidP="009C54AE" w:rsidRDefault="0097101B" w14:paraId="79ACA59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definicji z zakresu bezpieczeństwa kulturowego</w:t>
            </w:r>
          </w:p>
        </w:tc>
      </w:tr>
      <w:tr w:rsidRPr="009C54AE" w:rsidR="0097101B" w:rsidTr="00923D7D" w14:paraId="75E97F52" w14:textId="77777777">
        <w:tc>
          <w:tcPr>
            <w:tcW w:w="851" w:type="dxa"/>
            <w:vAlign w:val="center"/>
          </w:tcPr>
          <w:p w:rsidRPr="00F01753" w:rsidR="0097101B" w:rsidP="009C54AE" w:rsidRDefault="0097101B" w14:paraId="58EC2AB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01753" w:rsidR="0097101B" w:rsidP="009C54AE" w:rsidRDefault="0097101B" w14:paraId="772F8AB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współczesnych zagrożeń i wyzwań bezpieczeństwa kulturowego</w:t>
            </w:r>
          </w:p>
        </w:tc>
      </w:tr>
      <w:tr w:rsidRPr="009C54AE" w:rsidR="0097101B" w:rsidTr="00923D7D" w14:paraId="21E6371B" w14:textId="77777777">
        <w:tc>
          <w:tcPr>
            <w:tcW w:w="851" w:type="dxa"/>
            <w:vAlign w:val="center"/>
          </w:tcPr>
          <w:p w:rsidRPr="00F01753" w:rsidR="0097101B" w:rsidP="009C54AE" w:rsidRDefault="0097101B" w14:paraId="19C65BE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01753" w:rsidR="0097101B" w:rsidP="00BD7FCE" w:rsidRDefault="0097101B" w14:paraId="69C0BB8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współczesnych modeli bezpieczeństwa kulturowego wybranych państw</w:t>
            </w:r>
          </w:p>
        </w:tc>
      </w:tr>
    </w:tbl>
    <w:p w:rsidRPr="009C54AE" w:rsidR="0097101B" w:rsidP="009C54AE" w:rsidRDefault="0097101B" w14:paraId="17DCC83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97101B" w:rsidP="009C54AE" w:rsidRDefault="0097101B" w14:paraId="0BF9FC2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97101B" w:rsidP="009C54AE" w:rsidRDefault="0097101B" w14:paraId="104AA4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Pr="009C54AE" w:rsidR="0097101B" w:rsidTr="0071620A" w14:paraId="7CA146F1" w14:textId="77777777">
        <w:tc>
          <w:tcPr>
            <w:tcW w:w="1701" w:type="dxa"/>
            <w:vAlign w:val="center"/>
          </w:tcPr>
          <w:p w:rsidRPr="009C54AE" w:rsidR="0097101B" w:rsidP="009C54AE" w:rsidRDefault="0097101B" w14:paraId="1AA32C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97101B" w:rsidP="00C05F44" w:rsidRDefault="0097101B" w14:paraId="00F83D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97101B" w:rsidP="00C05F44" w:rsidRDefault="0097101B" w14:paraId="4E6CA3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97101B" w:rsidTr="005E6E85" w14:paraId="6BF55DAD" w14:textId="77777777">
        <w:tc>
          <w:tcPr>
            <w:tcW w:w="1701" w:type="dxa"/>
          </w:tcPr>
          <w:p w:rsidRPr="009C54AE" w:rsidR="0097101B" w:rsidP="009C54AE" w:rsidRDefault="0097101B" w14:paraId="522B7C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B64DC4" w:rsidR="0097101B" w:rsidP="009C54AE" w:rsidRDefault="0097101B" w14:paraId="694198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na temat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>zagroże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 bezpieczeństwa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kulturowego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 w skali lokalnej, regionalnej, narodowej i globalnej</w:t>
            </w:r>
          </w:p>
        </w:tc>
        <w:tc>
          <w:tcPr>
            <w:tcW w:w="1873" w:type="dxa"/>
          </w:tcPr>
          <w:p w:rsidRPr="009C54AE" w:rsidR="0097101B" w:rsidP="009C54AE" w:rsidRDefault="0097101B" w14:paraId="1471C7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97101B" w:rsidTr="005E6E85" w14:paraId="15E8ED53" w14:textId="77777777">
        <w:tc>
          <w:tcPr>
            <w:tcW w:w="1701" w:type="dxa"/>
          </w:tcPr>
          <w:p w:rsidRPr="009C54AE" w:rsidR="0097101B" w:rsidP="009C54AE" w:rsidRDefault="0097101B" w14:paraId="3F17B2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B64DC4" w:rsidR="0097101B" w:rsidP="009C54AE" w:rsidRDefault="0097101B" w14:paraId="0B3A07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istotę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 bezpieczeństwa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kulturowego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 w skali globalnej, regionalnej i lokalnej</w:t>
            </w:r>
          </w:p>
        </w:tc>
        <w:tc>
          <w:tcPr>
            <w:tcW w:w="1873" w:type="dxa"/>
          </w:tcPr>
          <w:p w:rsidRPr="009C54AE" w:rsidR="0097101B" w:rsidP="009C54AE" w:rsidRDefault="0097101B" w14:paraId="4C4BE0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9C54AE" w:rsidR="0097101B" w:rsidTr="005E6E85" w14:paraId="6436EDEF" w14:textId="77777777">
        <w:tc>
          <w:tcPr>
            <w:tcW w:w="1701" w:type="dxa"/>
          </w:tcPr>
          <w:p w:rsidRPr="009C54AE" w:rsidR="0097101B" w:rsidP="009C54AE" w:rsidRDefault="0097101B" w14:paraId="23E54C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B64DC4" w:rsidR="0097101B" w:rsidP="009C54AE" w:rsidRDefault="0097101B" w14:paraId="2EB802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analizować powiązanie zjawisk społecznych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obszarem bezpieczeństwa kulturowego</w:t>
            </w:r>
          </w:p>
        </w:tc>
        <w:tc>
          <w:tcPr>
            <w:tcW w:w="1873" w:type="dxa"/>
          </w:tcPr>
          <w:p w:rsidRPr="009C54AE" w:rsidR="0097101B" w:rsidP="009C54AE" w:rsidRDefault="0097101B" w14:paraId="64491E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97101B" w:rsidTr="005E6E85" w14:paraId="16FEB63D" w14:textId="77777777">
        <w:tc>
          <w:tcPr>
            <w:tcW w:w="1701" w:type="dxa"/>
          </w:tcPr>
          <w:p w:rsidR="0097101B" w:rsidP="009C54AE" w:rsidRDefault="0097101B" w14:paraId="2A52C6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B64DC4" w:rsidR="0097101B" w:rsidP="009C54AE" w:rsidRDefault="0097101B" w14:paraId="449EFD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otrafi identyfikować zagrożenia bezpieczeństwa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kulturowego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>oraz formułować sposoby praktycznego reagowania w sytuacjach kryzysowych</w:t>
            </w:r>
          </w:p>
        </w:tc>
        <w:tc>
          <w:tcPr>
            <w:tcW w:w="1873" w:type="dxa"/>
          </w:tcPr>
          <w:p w:rsidR="0097101B" w:rsidP="009C54AE" w:rsidRDefault="0097101B" w14:paraId="2261A4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97101B" w:rsidTr="005E6E85" w14:paraId="719E6232" w14:textId="77777777">
        <w:tc>
          <w:tcPr>
            <w:tcW w:w="1701" w:type="dxa"/>
          </w:tcPr>
          <w:p w:rsidR="0097101B" w:rsidP="009C54AE" w:rsidRDefault="0097101B" w14:paraId="44A1F0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B64DC4" w:rsidR="0097101B" w:rsidP="009C54AE" w:rsidRDefault="0097101B" w14:paraId="1398A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>uczestnictwa w projektach i organizacjach społecznych w zakresie współczesnych aspektów bezpieczeństwa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kulturowego</w:t>
            </w:r>
          </w:p>
        </w:tc>
        <w:tc>
          <w:tcPr>
            <w:tcW w:w="1873" w:type="dxa"/>
          </w:tcPr>
          <w:p w:rsidR="0097101B" w:rsidP="009C54AE" w:rsidRDefault="0097101B" w14:paraId="62870A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97101B" w:rsidP="009C54AE" w:rsidRDefault="0097101B" w14:paraId="642A100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97101B" w:rsidP="009C54AE" w:rsidRDefault="0097101B" w14:paraId="3CB68E2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97101B" w:rsidP="009C54AE" w:rsidRDefault="0097101B" w14:paraId="42792AD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97101B" w:rsidP="009C54AE" w:rsidRDefault="0097101B" w14:paraId="3D6C5EE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97101B" w:rsidP="009C54AE" w:rsidRDefault="0097101B" w14:paraId="0182A37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97101B" w:rsidTr="00923D7D" w14:paraId="5A927848" w14:textId="77777777">
        <w:tc>
          <w:tcPr>
            <w:tcW w:w="9639" w:type="dxa"/>
          </w:tcPr>
          <w:p w:rsidRPr="009C54AE" w:rsidR="0097101B" w:rsidP="009C54AE" w:rsidRDefault="0097101B" w14:paraId="0BC6896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7101B" w:rsidTr="00923D7D" w14:paraId="3D33002B" w14:textId="77777777">
        <w:tc>
          <w:tcPr>
            <w:tcW w:w="9639" w:type="dxa"/>
          </w:tcPr>
          <w:p w:rsidRPr="009C54AE" w:rsidR="0097101B" w:rsidP="009C54AE" w:rsidRDefault="0097101B" w14:paraId="401D40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ram teoretycznych i podstawowych pojęć: kultura, cywilizacja, tożsamość, tożsamość narodowa, etnocentryzm, relatywizm kulturowy, bezpieczeństwo kulturowe</w:t>
            </w:r>
          </w:p>
        </w:tc>
      </w:tr>
      <w:tr w:rsidRPr="009C54AE" w:rsidR="0097101B" w:rsidTr="00923D7D" w14:paraId="02FA37C9" w14:textId="77777777">
        <w:tc>
          <w:tcPr>
            <w:tcW w:w="9639" w:type="dxa"/>
          </w:tcPr>
          <w:p w:rsidRPr="009C54AE" w:rsidR="0097101B" w:rsidP="009C54AE" w:rsidRDefault="0097101B" w14:paraId="689A4F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świata na cywilizacje wg koncepcji Samuela Huntingtona, krótkie wprowadzenie do współczesnych cywilizacji na świecie, problem zderzenia cywilizacji</w:t>
            </w:r>
          </w:p>
        </w:tc>
      </w:tr>
      <w:tr w:rsidRPr="009C54AE" w:rsidR="0097101B" w:rsidTr="00923D7D" w14:paraId="6C49B112" w14:textId="77777777">
        <w:tc>
          <w:tcPr>
            <w:tcW w:w="9639" w:type="dxa"/>
          </w:tcPr>
          <w:p w:rsidRPr="009C54AE" w:rsidR="0097101B" w:rsidP="009C54AE" w:rsidRDefault="0097101B" w14:paraId="543ABB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kulturowe Unii Europejskiej, modele integracji, muzułmanie w Europie</w:t>
            </w:r>
          </w:p>
        </w:tc>
      </w:tr>
      <w:tr w:rsidRPr="009C54AE" w:rsidR="0097101B" w:rsidTr="00923D7D" w14:paraId="3F3CA015" w14:textId="77777777">
        <w:tc>
          <w:tcPr>
            <w:tcW w:w="9639" w:type="dxa"/>
          </w:tcPr>
          <w:p w:rsidR="0097101B" w:rsidP="009C54AE" w:rsidRDefault="0097101B" w14:paraId="621AF5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Zjawisko i pojęcie konfliktów kulturowych, rola mediów w konfliktach kulturowych</w:t>
            </w:r>
          </w:p>
        </w:tc>
      </w:tr>
      <w:tr w:rsidRPr="009C54AE" w:rsidR="0097101B" w:rsidTr="00923D7D" w14:paraId="159F5181" w14:textId="77777777">
        <w:tc>
          <w:tcPr>
            <w:tcW w:w="9639" w:type="dxa"/>
          </w:tcPr>
          <w:p w:rsidR="0097101B" w:rsidP="009C54AE" w:rsidRDefault="0097101B" w14:paraId="13D60C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Aktywne działania na rzecz bezpieczeństwa kulturowego, zasady ochrony dóbr kultury podczas konfliktów zbrojnych</w:t>
            </w:r>
          </w:p>
        </w:tc>
      </w:tr>
      <w:tr w:rsidRPr="009C54AE" w:rsidR="0097101B" w:rsidTr="00923D7D" w14:paraId="423D14D5" w14:textId="77777777">
        <w:tc>
          <w:tcPr>
            <w:tcW w:w="9639" w:type="dxa"/>
          </w:tcPr>
          <w:p w:rsidR="0097101B" w:rsidP="009C54AE" w:rsidRDefault="0097101B" w14:paraId="1C068C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bezpieczeństwa kulturowego wybranych państw, w tym Polski</w:t>
            </w:r>
          </w:p>
        </w:tc>
      </w:tr>
      <w:tr w:rsidRPr="009C54AE" w:rsidR="0097101B" w:rsidTr="00923D7D" w14:paraId="269A0C25" w14:textId="77777777">
        <w:tc>
          <w:tcPr>
            <w:tcW w:w="9639" w:type="dxa"/>
          </w:tcPr>
          <w:p w:rsidR="0097101B" w:rsidP="009C54AE" w:rsidRDefault="0097101B" w14:paraId="3C5511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:rsidRPr="009C54AE" w:rsidR="0097101B" w:rsidP="009C54AE" w:rsidRDefault="0097101B" w14:paraId="7ED0B34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97101B" w:rsidP="009C54AE" w:rsidRDefault="0097101B" w14:paraId="277A310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97101B" w:rsidP="009C54AE" w:rsidRDefault="0097101B" w14:paraId="15B71C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4CA832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D8C" w:rsidR="0097101B" w:rsidP="76A98A9E" w:rsidRDefault="00903E48" w14:paraId="6BA9F6AA" w14:textId="2C3826AE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76A98A9E" w:rsidR="00903E48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 xml:space="preserve">Konwersatorium: </w:t>
      </w:r>
      <w:r w:rsidRPr="76A98A9E" w:rsidR="0097101B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wykład problemowy, wykład z prezentacją multimedialną, analiza tekstów z dyskusją</w:t>
      </w:r>
      <w:r w:rsidRPr="76A98A9E" w:rsidR="0097101B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, metoda projektowa</w:t>
      </w:r>
      <w:r w:rsidRPr="76A98A9E" w:rsidR="5EE29FB7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, dyskusja</w:t>
      </w:r>
    </w:p>
    <w:p w:rsidRPr="00D52D8C" w:rsidR="0097101B" w:rsidP="009C54AE" w:rsidRDefault="0097101B" w14:paraId="7268C4D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97101B" w:rsidP="009C54AE" w:rsidRDefault="0097101B" w14:paraId="3854CB0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7101B" w:rsidP="009C54AE" w:rsidRDefault="0097101B" w14:paraId="27FD40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7101B" w:rsidP="009C54AE" w:rsidRDefault="0097101B" w14:paraId="39B29F9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97101B" w:rsidP="009C54AE" w:rsidRDefault="0097101B" w14:paraId="14A07B5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7101B" w:rsidP="009C54AE" w:rsidRDefault="0097101B" w14:paraId="6BA836C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97101B" w:rsidP="009C54AE" w:rsidRDefault="0097101B" w14:paraId="2F4B6F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Pr="009C54AE" w:rsidR="0097101B" w:rsidTr="00C05F44" w14:paraId="54578F27" w14:textId="77777777">
        <w:tc>
          <w:tcPr>
            <w:tcW w:w="1985" w:type="dxa"/>
            <w:vAlign w:val="center"/>
          </w:tcPr>
          <w:p w:rsidRPr="009C54AE" w:rsidR="0097101B" w:rsidP="009C54AE" w:rsidRDefault="0097101B" w14:paraId="7BF7D2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97101B" w:rsidP="009C54AE" w:rsidRDefault="0097101B" w14:paraId="6D46DF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97101B" w:rsidP="009C54AE" w:rsidRDefault="0097101B" w14:paraId="530141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7101B" w:rsidP="009C54AE" w:rsidRDefault="0097101B" w14:paraId="723BAD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97101B" w:rsidP="009C54AE" w:rsidRDefault="0097101B" w14:paraId="768E83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7101B" w:rsidTr="00C05F44" w14:paraId="66EFFE39" w14:textId="77777777">
        <w:tc>
          <w:tcPr>
            <w:tcW w:w="1985" w:type="dxa"/>
          </w:tcPr>
          <w:p w:rsidRPr="009C54AE" w:rsidR="0097101B" w:rsidP="009C54AE" w:rsidRDefault="0097101B" w14:paraId="3E1BBA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024A7B" w:rsidR="0097101B" w:rsidP="009C54AE" w:rsidRDefault="0097101B" w14:paraId="48C66A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:rsidRPr="009C54AE" w:rsidR="0097101B" w:rsidP="009C54AE" w:rsidRDefault="0097101B" w14:paraId="7EF70E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97101B" w:rsidTr="00C05F44" w14:paraId="12842ABC" w14:textId="77777777">
        <w:tc>
          <w:tcPr>
            <w:tcW w:w="1985" w:type="dxa"/>
          </w:tcPr>
          <w:p w:rsidRPr="009C54AE" w:rsidR="0097101B" w:rsidP="009C54AE" w:rsidRDefault="0097101B" w14:paraId="1FF8C0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97101B" w:rsidP="009C54AE" w:rsidRDefault="0097101B" w14:paraId="24EF69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:rsidRPr="009C54AE" w:rsidR="0097101B" w:rsidP="00024A7B" w:rsidRDefault="0097101B" w14:paraId="0FA6F1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97101B" w:rsidTr="00C05F44" w14:paraId="599FA88F" w14:textId="77777777">
        <w:tc>
          <w:tcPr>
            <w:tcW w:w="1985" w:type="dxa"/>
          </w:tcPr>
          <w:p w:rsidRPr="009C54AE" w:rsidR="0097101B" w:rsidP="009C54AE" w:rsidRDefault="0097101B" w14:paraId="736829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97101B" w:rsidP="009C54AE" w:rsidRDefault="0097101B" w14:paraId="7E03ED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:rsidRPr="009C54AE" w:rsidR="0097101B" w:rsidP="009C54AE" w:rsidRDefault="0097101B" w14:paraId="77C19C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97101B" w:rsidTr="00C05F44" w14:paraId="79C04657" w14:textId="77777777">
        <w:tc>
          <w:tcPr>
            <w:tcW w:w="1985" w:type="dxa"/>
          </w:tcPr>
          <w:p w:rsidRPr="009C54AE" w:rsidR="0097101B" w:rsidP="009C54AE" w:rsidRDefault="0097101B" w14:paraId="5D125F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97101B" w:rsidP="009C54AE" w:rsidRDefault="0097101B" w14:paraId="24F8AE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:rsidRPr="009C54AE" w:rsidR="0097101B" w:rsidP="009C54AE" w:rsidRDefault="0097101B" w14:paraId="733CAC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97101B" w:rsidTr="00C05F44" w14:paraId="25906042" w14:textId="77777777">
        <w:tc>
          <w:tcPr>
            <w:tcW w:w="1985" w:type="dxa"/>
          </w:tcPr>
          <w:p w:rsidRPr="009C54AE" w:rsidR="0097101B" w:rsidP="009C54AE" w:rsidRDefault="0097101B" w14:paraId="605770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97101B" w:rsidP="009C54AE" w:rsidRDefault="00903E48" w14:paraId="157C9EE2" w14:textId="1A820A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 w:rsidR="009710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Pr="009C54AE" w:rsidR="0097101B" w:rsidP="009C54AE" w:rsidRDefault="0097101B" w14:paraId="68E7F4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7101B" w:rsidP="009C54AE" w:rsidRDefault="0097101B" w14:paraId="2EC997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06B2985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97101B" w:rsidP="009C54AE" w:rsidRDefault="0097101B" w14:paraId="0C8C1E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97101B" w:rsidTr="76A98A9E" w14:paraId="5EF408DF" w14:textId="77777777">
        <w:tc>
          <w:tcPr>
            <w:tcW w:w="9670" w:type="dxa"/>
            <w:tcMar/>
          </w:tcPr>
          <w:p w:rsidRPr="009C54AE" w:rsidR="0097101B" w:rsidP="009C54AE" w:rsidRDefault="0097101B" w14:paraId="768B16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97101B" w:rsidP="76A98A9E" w:rsidRDefault="0097101B" w14:paraId="087803B4" w14:textId="6EA1885F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6A98A9E" w:rsidR="524C42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Przygotowanie do zajęć, aktywność podczas zajęć, wykonanie projektu, uzyskanie pozytywnej oceny z testu:</w:t>
            </w:r>
          </w:p>
          <w:p w:rsidRPr="009C54AE" w:rsidR="0097101B" w:rsidP="76A98A9E" w:rsidRDefault="0097101B" w14:paraId="29A56A93" w14:textId="7AF64646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6A98A9E" w:rsidR="524C42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końcowa:</w:t>
            </w:r>
          </w:p>
          <w:p w:rsidRPr="009C54AE" w:rsidR="0097101B" w:rsidP="76A98A9E" w:rsidRDefault="0097101B" w14:paraId="313DA259" w14:textId="1931070B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6A98A9E" w:rsidR="524C42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5.0- od 91 do 100% wszystkich punktów możliwych do zdobycia</w:t>
            </w:r>
          </w:p>
          <w:p w:rsidRPr="009C54AE" w:rsidR="0097101B" w:rsidP="76A98A9E" w:rsidRDefault="0097101B" w14:paraId="1E8646B6" w14:textId="2AC3E4D7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6A98A9E" w:rsidR="524C42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4.5- od 81 do 90% wszystkich punktów możliwych do zdobycia</w:t>
            </w:r>
          </w:p>
          <w:p w:rsidRPr="009C54AE" w:rsidR="0097101B" w:rsidP="76A98A9E" w:rsidRDefault="0097101B" w14:paraId="6F0EF64A" w14:textId="5875A534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6A98A9E" w:rsidR="524C42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4.0- od 71 do 80% wszystkich punktów możliwych do zdobycia</w:t>
            </w:r>
          </w:p>
          <w:p w:rsidRPr="009C54AE" w:rsidR="0097101B" w:rsidP="76A98A9E" w:rsidRDefault="0097101B" w14:paraId="595F309E" w14:textId="340C45AA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6A98A9E" w:rsidR="524C42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3.5- od 61 do 70% wszystkich punktów możliwych do zdobycia</w:t>
            </w:r>
          </w:p>
          <w:p w:rsidRPr="009C54AE" w:rsidR="0097101B" w:rsidP="76A98A9E" w:rsidRDefault="0097101B" w14:paraId="65B9B32F" w14:textId="791170BB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6A98A9E" w:rsidR="524C42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3.0- od 51 do 60% wszystkich punktów możliwych do zdobycia</w:t>
            </w:r>
          </w:p>
          <w:p w:rsidRPr="009C54AE" w:rsidR="0097101B" w:rsidP="76A98A9E" w:rsidRDefault="0097101B" w14:paraId="1CCDE726" w14:textId="11B71FFF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6A98A9E" w:rsidR="524C42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2.0 mniej niż 50% wszystkich punktów możliwych do zdobycia</w:t>
            </w:r>
          </w:p>
          <w:p w:rsidRPr="009C54AE" w:rsidR="0097101B" w:rsidP="76A98A9E" w:rsidRDefault="0097101B" w14:paraId="0C4E30C2" w14:textId="6369D1B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97101B" w:rsidP="009C54AE" w:rsidRDefault="0097101B" w14:paraId="2EB132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97101B" w:rsidP="009C54AE" w:rsidRDefault="0097101B" w14:paraId="5305442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0C1470A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97101B" w:rsidP="009C54AE" w:rsidRDefault="0097101B" w14:paraId="07325A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Pr="009C54AE" w:rsidR="0097101B" w:rsidTr="003E1941" w14:paraId="507DDABA" w14:textId="77777777">
        <w:tc>
          <w:tcPr>
            <w:tcW w:w="4962" w:type="dxa"/>
            <w:vAlign w:val="center"/>
          </w:tcPr>
          <w:p w:rsidRPr="009C54AE" w:rsidR="0097101B" w:rsidP="009C54AE" w:rsidRDefault="0097101B" w14:paraId="31B4DA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97101B" w:rsidP="009C54AE" w:rsidRDefault="0097101B" w14:paraId="023F467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97101B" w:rsidTr="00923D7D" w14:paraId="1C3B8CF3" w14:textId="77777777">
        <w:tc>
          <w:tcPr>
            <w:tcW w:w="4962" w:type="dxa"/>
          </w:tcPr>
          <w:p w:rsidRPr="009C54AE" w:rsidR="0097101B" w:rsidP="009C54AE" w:rsidRDefault="0097101B" w14:paraId="073CF9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97101B" w:rsidP="009C54AE" w:rsidRDefault="0097101B" w14:paraId="493F4B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97101B" w:rsidTr="00923D7D" w14:paraId="0A8C6EF9" w14:textId="77777777">
        <w:tc>
          <w:tcPr>
            <w:tcW w:w="4962" w:type="dxa"/>
          </w:tcPr>
          <w:p w:rsidRPr="009C54AE" w:rsidR="0097101B" w:rsidP="009C54AE" w:rsidRDefault="0097101B" w14:paraId="339B0F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7101B" w:rsidP="009C54AE" w:rsidRDefault="0097101B" w14:paraId="5EAAED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97101B" w:rsidP="009C54AE" w:rsidRDefault="00BA2439" w14:paraId="5E62AC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97101B" w:rsidTr="00923D7D" w14:paraId="6EEB7029" w14:textId="77777777">
        <w:tc>
          <w:tcPr>
            <w:tcW w:w="4962" w:type="dxa"/>
          </w:tcPr>
          <w:p w:rsidRPr="009C54AE" w:rsidR="0097101B" w:rsidP="009C54AE" w:rsidRDefault="0097101B" w14:paraId="4889FD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97101B" w:rsidP="009C54AE" w:rsidRDefault="0097101B" w14:paraId="70DE70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97101B" w:rsidP="009C54AE" w:rsidRDefault="00BA2439" w14:paraId="209428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97101B" w:rsidTr="00923D7D" w14:paraId="2B73C8EC" w14:textId="77777777">
        <w:tc>
          <w:tcPr>
            <w:tcW w:w="4962" w:type="dxa"/>
          </w:tcPr>
          <w:p w:rsidRPr="009C54AE" w:rsidR="0097101B" w:rsidP="009C54AE" w:rsidRDefault="0097101B" w14:paraId="593ADA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97101B" w:rsidP="009C54AE" w:rsidRDefault="0097101B" w14:paraId="41CE89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97101B" w:rsidTr="00923D7D" w14:paraId="5D54CA9E" w14:textId="77777777">
        <w:tc>
          <w:tcPr>
            <w:tcW w:w="4962" w:type="dxa"/>
          </w:tcPr>
          <w:p w:rsidRPr="009C54AE" w:rsidR="0097101B" w:rsidP="009C54AE" w:rsidRDefault="0097101B" w14:paraId="13EFBE7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97101B" w:rsidP="009C54AE" w:rsidRDefault="0097101B" w14:paraId="6F6A55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7101B" w:rsidP="009C54AE" w:rsidRDefault="0097101B" w14:paraId="18EDF7E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97101B" w:rsidP="009C54AE" w:rsidRDefault="0097101B" w14:paraId="7C4D01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313EC9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97101B" w:rsidP="009C54AE" w:rsidRDefault="0097101B" w14:paraId="50BED99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Pr="009C54AE" w:rsidR="0097101B" w:rsidTr="0071620A" w14:paraId="7070CDAD" w14:textId="77777777">
        <w:trPr>
          <w:trHeight w:val="397"/>
        </w:trPr>
        <w:tc>
          <w:tcPr>
            <w:tcW w:w="3544" w:type="dxa"/>
          </w:tcPr>
          <w:p w:rsidRPr="009C54AE" w:rsidR="0097101B" w:rsidP="009C54AE" w:rsidRDefault="0097101B" w14:paraId="44AF08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97101B" w:rsidP="009C54AE" w:rsidRDefault="0097101B" w14:paraId="09ED52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97101B" w:rsidTr="0071620A" w14:paraId="14849CAB" w14:textId="77777777">
        <w:trPr>
          <w:trHeight w:val="397"/>
        </w:trPr>
        <w:tc>
          <w:tcPr>
            <w:tcW w:w="3544" w:type="dxa"/>
          </w:tcPr>
          <w:p w:rsidRPr="009C54AE" w:rsidR="0097101B" w:rsidP="009C54AE" w:rsidRDefault="0097101B" w14:paraId="328F5E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97101B" w:rsidP="009C54AE" w:rsidRDefault="0097101B" w14:paraId="41311F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97101B" w:rsidP="009C54AE" w:rsidRDefault="0097101B" w14:paraId="3E7B17E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134FB8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97101B" w:rsidP="009C54AE" w:rsidRDefault="0097101B" w14:paraId="7460359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7513"/>
      </w:tblGrid>
      <w:tr w:rsidRPr="009C54AE" w:rsidR="0097101B" w:rsidTr="00B4E91F" w14:paraId="2F0E7A43" w14:textId="77777777">
        <w:trPr>
          <w:trHeight w:val="397"/>
        </w:trPr>
        <w:tc>
          <w:tcPr>
            <w:tcW w:w="7513" w:type="dxa"/>
            <w:tcMar/>
          </w:tcPr>
          <w:p w:rsidR="0097101B" w:rsidP="009C54AE" w:rsidRDefault="0097101B" w14:paraId="29F443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7101B" w:rsidP="009C54AE" w:rsidRDefault="0097101B" w14:paraId="1AC61D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7101B" w:rsidP="00B4E91F" w:rsidRDefault="0097101B" w14:paraId="3242803B" w14:textId="0158CD5F">
            <w:pPr>
              <w:spacing w:line="240" w:lineRule="auto"/>
            </w:pPr>
            <w:r w:rsidR="02136653">
              <w:rPr/>
              <w:t>Czaja J., Kulturowy wymiar bezpieczeństwa. Aspekty praktyczne i teoretyczne,</w:t>
            </w:r>
            <w:r w:rsidR="02979875">
              <w:rPr/>
              <w:t xml:space="preserve"> Kraków 2013</w:t>
            </w:r>
          </w:p>
          <w:p w:rsidR="0097101B" w:rsidP="00FF59BF" w:rsidRDefault="0097101B" w14:paraId="3C3E370B" w14:textId="77777777">
            <w:pPr>
              <w:rPr>
                <w:bCs/>
              </w:rPr>
            </w:pPr>
            <w:r w:rsidR="0097101B">
              <w:rPr/>
              <w:t>Jaroszyńska M., Bezpieczeństwo kulturowe Europy XXI wieku, Warszawa 2014.</w:t>
            </w:r>
          </w:p>
          <w:p w:rsidRPr="009C54AE" w:rsidR="0097101B" w:rsidP="00B4E91F" w:rsidRDefault="0097101B" w14:paraId="7C890194" w14:textId="40DECE0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</w:tc>
      </w:tr>
      <w:tr w:rsidRPr="009C54AE" w:rsidR="0097101B" w:rsidTr="00B4E91F" w14:paraId="2F98FE8D" w14:textId="77777777">
        <w:trPr>
          <w:trHeight w:val="397"/>
        </w:trPr>
        <w:tc>
          <w:tcPr>
            <w:tcW w:w="7513" w:type="dxa"/>
            <w:tcMar/>
          </w:tcPr>
          <w:p w:rsidR="0097101B" w:rsidP="009C54AE" w:rsidRDefault="0097101B" w14:paraId="59751A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7101B" w:rsidP="009C54AE" w:rsidRDefault="0097101B" w14:paraId="7C8A83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7101B" w:rsidP="00FF59BF" w:rsidRDefault="0097101B" w14:paraId="68F5D53A" w14:textId="77777777">
            <w:pPr>
              <w:rPr>
                <w:bCs/>
              </w:rPr>
            </w:pPr>
            <w:r w:rsidR="0097101B">
              <w:rPr/>
              <w:t xml:space="preserve">Baber B., Dżihad kontra </w:t>
            </w:r>
            <w:proofErr w:type="spellStart"/>
            <w:r w:rsidR="0097101B">
              <w:rPr/>
              <w:t>McŚwiat</w:t>
            </w:r>
            <w:proofErr w:type="spellEnd"/>
            <w:r w:rsidR="0097101B">
              <w:rPr/>
              <w:t>, Warszawa 2005.</w:t>
            </w:r>
          </w:p>
          <w:p w:rsidR="13C1C377" w:rsidP="00B4E91F" w:rsidRDefault="13C1C377" w14:paraId="3D861B33" w14:textId="0700E6DE">
            <w:pPr>
              <w:pStyle w:val="Normalny"/>
              <w:rPr>
                <w:rFonts w:ascii="Calibri" w:hAnsi="Calibri" w:eastAsia="Calibri" w:cs="Times New Roman"/>
              </w:rPr>
            </w:pPr>
            <w:r w:rsidR="13C1C377">
              <w:rPr/>
              <w:t>Huntington S., Zderzenie cywilizacji nowy kształt ładu światowego, Warszawa 2007.</w:t>
            </w:r>
          </w:p>
          <w:p w:rsidR="164D44BF" w:rsidP="00B4E91F" w:rsidRDefault="164D44BF" w14:paraId="3076DADE" w14:textId="60BD0B93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alibri" w:hAnsi="Calibri" w:eastAsia="Calibri" w:cs="Times New Roman"/>
              </w:rPr>
            </w:pPr>
            <w:r w:rsidRPr="00B4E91F" w:rsidR="164D44BF">
              <w:rPr>
                <w:rFonts w:ascii="Calibri" w:hAnsi="Calibri" w:eastAsia="Calibri" w:cs="Times New Roman"/>
              </w:rPr>
              <w:t>Sawicka Z., Islam w Europie czy islam europe</w:t>
            </w:r>
            <w:r w:rsidRPr="00B4E91F" w:rsidR="381FB1A5">
              <w:rPr>
                <w:rFonts w:ascii="Calibri" w:hAnsi="Calibri" w:eastAsia="Calibri" w:cs="Times New Roman"/>
              </w:rPr>
              <w:t xml:space="preserve">jski? Kwestia wartości, w: </w:t>
            </w:r>
            <w:r w:rsidR="164D44BF">
              <w:rPr/>
              <w:t>W pułapce wielokulturowości, red. A. Siewierska-</w:t>
            </w:r>
            <w:proofErr w:type="spellStart"/>
            <w:r w:rsidR="164D44BF">
              <w:rPr/>
              <w:t>Chmaj</w:t>
            </w:r>
            <w:proofErr w:type="spellEnd"/>
            <w:r w:rsidR="164D44BF">
              <w:rPr/>
              <w:t>, Warszawa 2016</w:t>
            </w:r>
            <w:r w:rsidR="3E864809">
              <w:rPr/>
              <w:t>, s.53-67.</w:t>
            </w:r>
          </w:p>
          <w:p w:rsidR="18608B3F" w:rsidP="00B4E91F" w:rsidRDefault="18608B3F" w14:paraId="6F05CE7C" w14:textId="6CECB9FE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alibri" w:hAnsi="Calibri" w:eastAsia="Calibri" w:cs="Times New Roman"/>
              </w:rPr>
            </w:pPr>
            <w:r w:rsidRPr="00B4E91F" w:rsidR="18608B3F">
              <w:rPr>
                <w:rFonts w:ascii="Calibri" w:hAnsi="Calibri" w:eastAsia="Calibri" w:cs="Times New Roman"/>
              </w:rPr>
              <w:t xml:space="preserve">Współczesne bezpieczeństwo kulturowe, red. P. </w:t>
            </w:r>
            <w:proofErr w:type="spellStart"/>
            <w:r w:rsidRPr="00B4E91F" w:rsidR="18608B3F">
              <w:rPr>
                <w:rFonts w:ascii="Calibri" w:hAnsi="Calibri" w:eastAsia="Calibri" w:cs="Times New Roman"/>
              </w:rPr>
              <w:t>Żarkowski</w:t>
            </w:r>
            <w:proofErr w:type="spellEnd"/>
            <w:r w:rsidRPr="00B4E91F" w:rsidR="18608B3F">
              <w:rPr>
                <w:rFonts w:ascii="Calibri" w:hAnsi="Calibri" w:eastAsia="Calibri" w:cs="Times New Roman"/>
              </w:rPr>
              <w:t xml:space="preserve">, S. </w:t>
            </w:r>
            <w:proofErr w:type="spellStart"/>
            <w:r w:rsidRPr="00B4E91F" w:rsidR="18608B3F">
              <w:rPr>
                <w:rFonts w:ascii="Calibri" w:hAnsi="Calibri" w:eastAsia="Calibri" w:cs="Times New Roman"/>
              </w:rPr>
              <w:t>Topolewski</w:t>
            </w:r>
            <w:proofErr w:type="spellEnd"/>
            <w:r w:rsidRPr="00B4E91F" w:rsidR="18608B3F">
              <w:rPr>
                <w:rFonts w:ascii="Calibri" w:hAnsi="Calibri" w:eastAsia="Calibri" w:cs="Times New Roman"/>
              </w:rPr>
              <w:t xml:space="preserve">, </w:t>
            </w:r>
            <w:r w:rsidRPr="00B4E91F" w:rsidR="77B2FDD7">
              <w:rPr>
                <w:rFonts w:ascii="Calibri" w:hAnsi="Calibri" w:eastAsia="Calibri" w:cs="Times New Roman"/>
              </w:rPr>
              <w:t>Siedlce 2014</w:t>
            </w:r>
          </w:p>
          <w:p w:rsidR="3E864809" w:rsidP="00B4E91F" w:rsidRDefault="3E864809" w14:paraId="1581898B" w14:textId="5F194E69">
            <w:pPr>
              <w:pStyle w:val="Normalny"/>
              <w:bidi w:val="0"/>
              <w:rPr>
                <w:rFonts w:ascii="Calibri" w:hAnsi="Calibri" w:eastAsia="Calibri" w:cs="Times New Roman"/>
              </w:rPr>
            </w:pPr>
            <w:r w:rsidR="3E864809">
              <w:rPr/>
              <w:t>W pułapce wielokulturowości, red. A. Siewierska-</w:t>
            </w:r>
            <w:proofErr w:type="spellStart"/>
            <w:r w:rsidR="3E864809">
              <w:rPr/>
              <w:t>Chmaj</w:t>
            </w:r>
            <w:proofErr w:type="spellEnd"/>
            <w:r w:rsidR="3E864809">
              <w:rPr/>
              <w:t>, Warszawa 2016</w:t>
            </w:r>
          </w:p>
          <w:p w:rsidR="0097101B" w:rsidP="00FF59BF" w:rsidRDefault="0097101B" w14:paraId="1F3321EA" w14:textId="77777777">
            <w:pPr>
              <w:rPr>
                <w:b/>
                <w:color w:val="000000"/>
              </w:rPr>
            </w:pPr>
          </w:p>
          <w:p w:rsidR="0097101B" w:rsidP="009C54AE" w:rsidRDefault="0097101B" w14:paraId="07A8CA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97101B" w:rsidP="009C54AE" w:rsidRDefault="0097101B" w14:paraId="7160F4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97101B" w:rsidP="009C54AE" w:rsidRDefault="0097101B" w14:paraId="1B6A3A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55579F9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97101B" w:rsidP="00F83B28" w:rsidRDefault="0097101B" w14:paraId="1D92DFD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97101B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321" w:rsidP="00C16ABF" w:rsidRDefault="00686321" w14:paraId="04C60519" w14:textId="77777777">
      <w:pPr>
        <w:spacing w:after="0" w:line="240" w:lineRule="auto"/>
      </w:pPr>
      <w:r>
        <w:separator/>
      </w:r>
    </w:p>
  </w:endnote>
  <w:endnote w:type="continuationSeparator" w:id="0">
    <w:p w:rsidR="00686321" w:rsidP="00C16ABF" w:rsidRDefault="00686321" w14:paraId="0AE8310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321" w:rsidP="00C16ABF" w:rsidRDefault="00686321" w14:paraId="46C27B64" w14:textId="77777777">
      <w:pPr>
        <w:spacing w:after="0" w:line="240" w:lineRule="auto"/>
      </w:pPr>
      <w:r>
        <w:separator/>
      </w:r>
    </w:p>
  </w:footnote>
  <w:footnote w:type="continuationSeparator" w:id="0">
    <w:p w:rsidR="00686321" w:rsidP="00C16ABF" w:rsidRDefault="00686321" w14:paraId="7EDFEF81" w14:textId="77777777">
      <w:pPr>
        <w:spacing w:after="0" w:line="240" w:lineRule="auto"/>
      </w:pPr>
      <w:r>
        <w:continuationSeparator/>
      </w:r>
    </w:p>
  </w:footnote>
  <w:footnote w:id="1">
    <w:p w:rsidR="0097101B" w:rsidRDefault="0097101B" w14:paraId="1C44ACB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A7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0E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43A1"/>
    <w:rsid w:val="00454E1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4EC"/>
    <w:rsid w:val="004D5282"/>
    <w:rsid w:val="004E1649"/>
    <w:rsid w:val="004F1551"/>
    <w:rsid w:val="004F55A3"/>
    <w:rsid w:val="0050496F"/>
    <w:rsid w:val="00504E55"/>
    <w:rsid w:val="00513B6F"/>
    <w:rsid w:val="00517C63"/>
    <w:rsid w:val="00517F3D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F3D"/>
    <w:rsid w:val="00671958"/>
    <w:rsid w:val="00675843"/>
    <w:rsid w:val="00686321"/>
    <w:rsid w:val="00696477"/>
    <w:rsid w:val="006D050F"/>
    <w:rsid w:val="006D3859"/>
    <w:rsid w:val="006D6139"/>
    <w:rsid w:val="006D6E2D"/>
    <w:rsid w:val="006E5D65"/>
    <w:rsid w:val="006F1282"/>
    <w:rsid w:val="006F1FBC"/>
    <w:rsid w:val="006F31E2"/>
    <w:rsid w:val="007017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2A"/>
    <w:rsid w:val="00763BF1"/>
    <w:rsid w:val="00766FD4"/>
    <w:rsid w:val="0078168C"/>
    <w:rsid w:val="00784F37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738"/>
    <w:rsid w:val="0081707E"/>
    <w:rsid w:val="0084333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ED"/>
    <w:rsid w:val="008D3DFB"/>
    <w:rsid w:val="008E64F4"/>
    <w:rsid w:val="008F12C9"/>
    <w:rsid w:val="008F6E29"/>
    <w:rsid w:val="00901EEC"/>
    <w:rsid w:val="00903E48"/>
    <w:rsid w:val="00916188"/>
    <w:rsid w:val="00923D7D"/>
    <w:rsid w:val="009374B3"/>
    <w:rsid w:val="009508DF"/>
    <w:rsid w:val="00950DAC"/>
    <w:rsid w:val="00954A07"/>
    <w:rsid w:val="0097101B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E91F"/>
    <w:rsid w:val="00B607DB"/>
    <w:rsid w:val="00B64DC4"/>
    <w:rsid w:val="00B66529"/>
    <w:rsid w:val="00B722F6"/>
    <w:rsid w:val="00B75946"/>
    <w:rsid w:val="00B8056E"/>
    <w:rsid w:val="00B819C8"/>
    <w:rsid w:val="00B82308"/>
    <w:rsid w:val="00B90885"/>
    <w:rsid w:val="00BA2439"/>
    <w:rsid w:val="00BB520A"/>
    <w:rsid w:val="00BD3869"/>
    <w:rsid w:val="00BD66E9"/>
    <w:rsid w:val="00BD6FF4"/>
    <w:rsid w:val="00BD7FC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97290"/>
    <w:rsid w:val="00CA2B96"/>
    <w:rsid w:val="00CA5089"/>
    <w:rsid w:val="00CD6897"/>
    <w:rsid w:val="00CE5BAC"/>
    <w:rsid w:val="00CF25BE"/>
    <w:rsid w:val="00CF78ED"/>
    <w:rsid w:val="00D02B25"/>
    <w:rsid w:val="00D02EBA"/>
    <w:rsid w:val="00D03C0A"/>
    <w:rsid w:val="00D17C3C"/>
    <w:rsid w:val="00D26B2C"/>
    <w:rsid w:val="00D352C9"/>
    <w:rsid w:val="00D425B2"/>
    <w:rsid w:val="00D428D6"/>
    <w:rsid w:val="00D52D8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753"/>
    <w:rsid w:val="00F0627F"/>
    <w:rsid w:val="00F070AB"/>
    <w:rsid w:val="00F17567"/>
    <w:rsid w:val="00F217AB"/>
    <w:rsid w:val="00F27A7B"/>
    <w:rsid w:val="00F526AF"/>
    <w:rsid w:val="00F617C3"/>
    <w:rsid w:val="00F7066B"/>
    <w:rsid w:val="00F83B28"/>
    <w:rsid w:val="00F9589F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9BF"/>
    <w:rsid w:val="00FF5E7D"/>
    <w:rsid w:val="02136653"/>
    <w:rsid w:val="02979875"/>
    <w:rsid w:val="0EC76A49"/>
    <w:rsid w:val="13C1C377"/>
    <w:rsid w:val="164D44BF"/>
    <w:rsid w:val="18608B3F"/>
    <w:rsid w:val="186E4C8F"/>
    <w:rsid w:val="1F7AA1CD"/>
    <w:rsid w:val="1FF67BD7"/>
    <w:rsid w:val="26F08D7E"/>
    <w:rsid w:val="285E4E3B"/>
    <w:rsid w:val="288C5DDF"/>
    <w:rsid w:val="2EFB9F63"/>
    <w:rsid w:val="381FB1A5"/>
    <w:rsid w:val="3B18ECA0"/>
    <w:rsid w:val="3E864809"/>
    <w:rsid w:val="4323FE85"/>
    <w:rsid w:val="44BFCEE6"/>
    <w:rsid w:val="4D5A5E52"/>
    <w:rsid w:val="51032939"/>
    <w:rsid w:val="524C424C"/>
    <w:rsid w:val="597B67F6"/>
    <w:rsid w:val="5EE29FB7"/>
    <w:rsid w:val="6C3DE01A"/>
    <w:rsid w:val="72B4DC7E"/>
    <w:rsid w:val="76A98A9E"/>
    <w:rsid w:val="77B2FDD7"/>
    <w:rsid w:val="79EE5BED"/>
    <w:rsid w:val="7F19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3A4C74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NagwekZnak" w:customStyle="1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StopkaZnak" w:customStyle="1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F59BF"/>
    <w:pPr>
      <w:spacing w:after="120" w:line="480" w:lineRule="auto"/>
    </w:pPr>
  </w:style>
  <w:style w:type="character" w:styleId="Tekstpodstawowy2Znak" w:customStyle="1">
    <w:name w:val="Tekst podstawowy 2 Znak"/>
    <w:basedOn w:val="Domylnaczcionkaakapitu"/>
    <w:link w:val="Tekstpodstawowy2"/>
    <w:uiPriority w:val="99"/>
    <w:semiHidden/>
    <w:locked/>
    <w:rsid w:val="006D3859"/>
    <w:rPr>
      <w:rFonts w:ascii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117B6-39EF-44D8-9FC7-8A1F2CC428C7}"/>
</file>

<file path=customXml/itemProps2.xml><?xml version="1.0" encoding="utf-8"?>
<ds:datastoreItem xmlns:ds="http://schemas.openxmlformats.org/officeDocument/2006/customXml" ds:itemID="{070BD8EC-9251-420B-8AC1-1155EA50E1B7}"/>
</file>

<file path=customXml/itemProps3.xml><?xml version="1.0" encoding="utf-8"?>
<ds:datastoreItem xmlns:ds="http://schemas.openxmlformats.org/officeDocument/2006/customXml" ds:itemID="{94F8EAC5-D163-40A5-8729-E13A1FD678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Sawicka Zofia</cp:lastModifiedBy>
  <cp:revision>11</cp:revision>
  <cp:lastPrinted>2019-02-06T12:12:00Z</cp:lastPrinted>
  <dcterms:created xsi:type="dcterms:W3CDTF">2020-11-18T10:06:00Z</dcterms:created>
  <dcterms:modified xsi:type="dcterms:W3CDTF">2021-11-15T13:52:49Z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